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1 k Příkazní smlouvě č. </w:t>
      </w:r>
      <w:r>
        <w:rPr>
          <w:highlight w:val="yellow"/>
        </w:rPr>
        <w:t>………….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tLeast" w:line="240"/>
        <w:ind w:left="360" w:hanging="0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cs="Arial"/>
      </w:rPr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fillcolor="white" stroked="f" style="position:absolute;margin-left:223.7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cs="Arial"/>
        <w:b w:val="false"/>
        <w:bCs w:val="false"/>
        <w:sz w:val="22"/>
        <w:szCs w:val="22"/>
        <w:lang w:eastAsia="zh-CN"/>
      </w:rPr>
      <w:t>Chodník  NMNM - Nová Ves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63</TotalTime>
  <Application>LibreOffice/6.3.1.2$Windows_x86 LibreOffice_project/b79626edf0065ac373bd1df5c28bd630b4424273</Application>
  <Pages>3</Pages>
  <Words>1019</Words>
  <Characters>6743</Characters>
  <CharactersWithSpaces>7663</CharactersWithSpaces>
  <Paragraphs>67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2024-11-07T11:02:06Z</dcterms:modified>
  <cp:revision>24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